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1" w:rsidRDefault="00372A51" w:rsidP="00281531">
      <w:pPr>
        <w:jc w:val="center"/>
        <w:rPr>
          <w:b/>
          <w:sz w:val="32"/>
          <w:szCs w:val="32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32"/>
              <w:szCs w:val="32"/>
            </w:rPr>
            <w:t>PALMETTO</w:t>
          </w:r>
        </w:smartTag>
        <w:r>
          <w:rPr>
            <w:b/>
            <w:sz w:val="32"/>
            <w:szCs w:val="32"/>
          </w:rPr>
          <w:t xml:space="preserve"> </w:t>
        </w:r>
        <w:smartTag w:uri="urn:schemas-microsoft-com:office:smarttags" w:element="place">
          <w:r>
            <w:rPr>
              <w:b/>
              <w:sz w:val="32"/>
              <w:szCs w:val="32"/>
            </w:rPr>
            <w:t>STATE</w:t>
          </w:r>
        </w:smartTag>
      </w:smartTag>
      <w:r>
        <w:rPr>
          <w:b/>
          <w:sz w:val="32"/>
          <w:szCs w:val="32"/>
        </w:rPr>
        <w:t xml:space="preserve"> CLASSIC 2014</w:t>
      </w:r>
    </w:p>
    <w:p w:rsidR="00372A51" w:rsidRDefault="00372A51" w:rsidP="00281531">
      <w:pPr>
        <w:jc w:val="center"/>
        <w:rPr>
          <w:b/>
          <w:sz w:val="32"/>
          <w:szCs w:val="32"/>
        </w:rPr>
      </w:pPr>
    </w:p>
    <w:p w:rsidR="00372A51" w:rsidRDefault="00372A51" w:rsidP="00281531">
      <w:pPr>
        <w:rPr>
          <w:sz w:val="28"/>
          <w:szCs w:val="28"/>
        </w:rPr>
      </w:pPr>
      <w:r>
        <w:rPr>
          <w:sz w:val="28"/>
          <w:szCs w:val="28"/>
        </w:rPr>
        <w:t xml:space="preserve">Dear Coaches, </w:t>
      </w:r>
    </w:p>
    <w:p w:rsidR="00372A51" w:rsidRDefault="00372A51" w:rsidP="0047358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The PSC is an individual round robin tournament consisting of 4 pools of 6 wrestlers each. That will guarantee every wrestler 5 matches, assuming every school enters a full line-up. The top 2 wrestlers from each pool will be cross bracketed for a semi-final with first, second &amp; third place finishes being awarded a medal. </w:t>
      </w:r>
    </w:p>
    <w:p w:rsidR="00372A51" w:rsidRDefault="00372A51" w:rsidP="0028153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17BF">
        <w:rPr>
          <w:sz w:val="28"/>
          <w:szCs w:val="28"/>
        </w:rPr>
        <w:tab/>
        <w:t xml:space="preserve">We will wrestle two to three rounds Friday night December </w:t>
      </w:r>
      <w:r>
        <w:rPr>
          <w:sz w:val="28"/>
          <w:szCs w:val="28"/>
        </w:rPr>
        <w:t>5</w:t>
      </w:r>
      <w:r w:rsidRPr="001D17BF">
        <w:rPr>
          <w:sz w:val="28"/>
          <w:szCs w:val="28"/>
        </w:rPr>
        <w:t xml:space="preserve">th with weigh-ins at scratch weight at 4:30pm to 5:30 and wrestling starting as close as possible to 6:00 Wrestlers will weigh-in Saturday morning with a 1 pound allowance at 8:00am, with wrestling starting at 9:00am.  Unless any team wrestles on the </w:t>
      </w:r>
      <w:r>
        <w:rPr>
          <w:sz w:val="28"/>
          <w:szCs w:val="28"/>
        </w:rPr>
        <w:t>4</w:t>
      </w:r>
      <w:r w:rsidRPr="001D17BF">
        <w:rPr>
          <w:sz w:val="28"/>
          <w:szCs w:val="28"/>
          <w:vertAlign w:val="superscript"/>
        </w:rPr>
        <w:t>th</w:t>
      </w:r>
      <w:r w:rsidRPr="001D17BF">
        <w:rPr>
          <w:sz w:val="28"/>
          <w:szCs w:val="28"/>
        </w:rPr>
        <w:t>.</w:t>
      </w:r>
    </w:p>
    <w:p w:rsidR="00372A51" w:rsidRPr="001D17BF" w:rsidRDefault="00372A51" w:rsidP="0028153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17BF">
        <w:rPr>
          <w:sz w:val="28"/>
          <w:szCs w:val="28"/>
        </w:rPr>
        <w:tab/>
        <w:t>The entry fee is $1</w:t>
      </w:r>
      <w:r>
        <w:rPr>
          <w:sz w:val="28"/>
          <w:szCs w:val="28"/>
        </w:rPr>
        <w:t>7</w:t>
      </w:r>
      <w:r w:rsidRPr="001D17BF">
        <w:rPr>
          <w:sz w:val="28"/>
          <w:szCs w:val="28"/>
        </w:rPr>
        <w:t xml:space="preserve">5.00 due prior to the start of wrestling Friday night. The seeding info should be e-mailed by Wednesday December </w:t>
      </w:r>
      <w:r>
        <w:rPr>
          <w:sz w:val="28"/>
          <w:szCs w:val="28"/>
        </w:rPr>
        <w:t>3rd</w:t>
      </w:r>
      <w:r w:rsidRPr="001D17BF">
        <w:rPr>
          <w:sz w:val="28"/>
          <w:szCs w:val="28"/>
          <w:vertAlign w:val="superscript"/>
        </w:rPr>
        <w:t>.</w:t>
      </w:r>
      <w:r w:rsidRPr="001D17BF">
        <w:rPr>
          <w:sz w:val="28"/>
          <w:szCs w:val="28"/>
        </w:rPr>
        <w:t xml:space="preserve">  Please use the spreadsheet supplied to register your teams wrestlers. If you have any questions please do not hesitate to contact Todd Polly @ </w:t>
      </w:r>
      <w:hyperlink r:id="rId5" w:history="1">
        <w:r w:rsidRPr="00260440">
          <w:rPr>
            <w:rStyle w:val="Hyperlink"/>
            <w:sz w:val="28"/>
            <w:szCs w:val="28"/>
          </w:rPr>
          <w:t>w</w:t>
        </w:r>
        <w:r w:rsidRPr="001D17BF">
          <w:rPr>
            <w:rStyle w:val="Hyperlink"/>
            <w:sz w:val="28"/>
            <w:szCs w:val="28"/>
          </w:rPr>
          <w:t>restlingislife@att.net</w:t>
        </w:r>
      </w:hyperlink>
      <w:r>
        <w:rPr>
          <w:sz w:val="28"/>
          <w:szCs w:val="28"/>
        </w:rPr>
        <w:t xml:space="preserve"> </w:t>
      </w:r>
      <w:r w:rsidRPr="001D17BF">
        <w:rPr>
          <w:sz w:val="28"/>
          <w:szCs w:val="28"/>
        </w:rPr>
        <w:t>or myself.</w:t>
      </w:r>
    </w:p>
    <w:p w:rsidR="00372A51" w:rsidRDefault="00372A51" w:rsidP="00281531">
      <w:pPr>
        <w:rPr>
          <w:sz w:val="28"/>
          <w:szCs w:val="28"/>
        </w:rPr>
      </w:pPr>
      <w:r w:rsidRPr="001D17BF">
        <w:rPr>
          <w:sz w:val="28"/>
          <w:szCs w:val="28"/>
        </w:rPr>
        <w:t>T</w:t>
      </w:r>
      <w:r>
        <w:rPr>
          <w:sz w:val="28"/>
          <w:szCs w:val="28"/>
        </w:rPr>
        <w:t>hanks for attending,</w:t>
      </w:r>
    </w:p>
    <w:p w:rsidR="00372A51" w:rsidRDefault="00372A51" w:rsidP="00B81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Tom Rinehart</w:t>
      </w:r>
    </w:p>
    <w:p w:rsidR="00372A51" w:rsidRDefault="00372A51" w:rsidP="00B81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Irmo Wrestling</w:t>
      </w:r>
    </w:p>
    <w:p w:rsidR="00372A51" w:rsidRDefault="00372A51" w:rsidP="00B81B10">
      <w:pPr>
        <w:spacing w:line="240" w:lineRule="auto"/>
      </w:pPr>
      <w:hyperlink r:id="rId6" w:history="1">
        <w:r w:rsidRPr="00BA0CEC">
          <w:rPr>
            <w:rStyle w:val="Hyperlink"/>
            <w:sz w:val="28"/>
            <w:szCs w:val="28"/>
          </w:rPr>
          <w:t>therineo@gmail.com</w:t>
        </w:r>
      </w:hyperlink>
    </w:p>
    <w:p w:rsidR="00372A51" w:rsidRPr="005D1C4D" w:rsidRDefault="00372A51" w:rsidP="00B81B10">
      <w:pPr>
        <w:spacing w:line="240" w:lineRule="auto"/>
        <w:rPr>
          <w:color w:val="0000FF"/>
          <w:sz w:val="28"/>
          <w:szCs w:val="28"/>
          <w:u w:val="single"/>
        </w:rPr>
      </w:pPr>
      <w:r w:rsidRPr="005D1C4D">
        <w:rPr>
          <w:color w:val="0000FF"/>
          <w:sz w:val="28"/>
          <w:szCs w:val="28"/>
          <w:u w:val="single"/>
        </w:rPr>
        <w:t>trinehar@lexrich5.org</w:t>
      </w:r>
    </w:p>
    <w:sectPr w:rsidR="00372A51" w:rsidRPr="005D1C4D" w:rsidSect="00B10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97B8E"/>
    <w:multiLevelType w:val="hybridMultilevel"/>
    <w:tmpl w:val="7E1EDA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531"/>
    <w:rsid w:val="00161105"/>
    <w:rsid w:val="00174EBD"/>
    <w:rsid w:val="00180BFA"/>
    <w:rsid w:val="001D17BF"/>
    <w:rsid w:val="001D67B8"/>
    <w:rsid w:val="00254148"/>
    <w:rsid w:val="00260440"/>
    <w:rsid w:val="00265DE8"/>
    <w:rsid w:val="00281531"/>
    <w:rsid w:val="002A1D39"/>
    <w:rsid w:val="00310983"/>
    <w:rsid w:val="00372A51"/>
    <w:rsid w:val="003968EE"/>
    <w:rsid w:val="003B5393"/>
    <w:rsid w:val="0047358F"/>
    <w:rsid w:val="00506615"/>
    <w:rsid w:val="005D1C4D"/>
    <w:rsid w:val="00604A8F"/>
    <w:rsid w:val="006564F8"/>
    <w:rsid w:val="007A62E4"/>
    <w:rsid w:val="007B6603"/>
    <w:rsid w:val="0081510E"/>
    <w:rsid w:val="00895AD0"/>
    <w:rsid w:val="00916D91"/>
    <w:rsid w:val="00A10374"/>
    <w:rsid w:val="00A528BC"/>
    <w:rsid w:val="00A66DC1"/>
    <w:rsid w:val="00A82608"/>
    <w:rsid w:val="00AB32F8"/>
    <w:rsid w:val="00AC69E0"/>
    <w:rsid w:val="00B10E11"/>
    <w:rsid w:val="00B709D3"/>
    <w:rsid w:val="00B81B10"/>
    <w:rsid w:val="00BA0CEC"/>
    <w:rsid w:val="00BC4775"/>
    <w:rsid w:val="00C02AF4"/>
    <w:rsid w:val="00D962DF"/>
    <w:rsid w:val="00F831A5"/>
    <w:rsid w:val="00FA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E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564F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735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herineo@gmail.com" TargetMode="External"/><Relationship Id="rId5" Type="http://schemas.openxmlformats.org/officeDocument/2006/relationships/hyperlink" Target="mailto:wrestlingislife@at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176</Words>
  <Characters>1005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PALMETTO STATE CLASSIC 2014</dc:title>
  <dc:subject/>
  <dc:creator>Tina</dc:creator>
  <cp:keywords/>
  <dc:description/>
  <cp:lastModifiedBy>rinehart, thomas</cp:lastModifiedBy>
  <cp:revision>3</cp:revision>
  <dcterms:created xsi:type="dcterms:W3CDTF">2014-02-11T18:35:00Z</dcterms:created>
  <dcterms:modified xsi:type="dcterms:W3CDTF">2014-03-06T16:59:00Z</dcterms:modified>
</cp:coreProperties>
</file>